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9"/>
        <w:gridCol w:w="5907"/>
      </w:tblGrid>
      <w:tr w:rsidR="001F1487" w:rsidRPr="001F1487" w:rsidTr="001F148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Généralités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Marque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Qysea</w:t>
            </w:r>
            <w:proofErr w:type="spellEnd"/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Modèle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Fifish</w:t>
            </w:r>
            <w:proofErr w:type="spellEnd"/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V-EVO avec bras robotique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Couleur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Blanc perle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Mobilité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Omnidirectionnel 360°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Contrôle VR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Oui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Lunettes VR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Acceptées (non incluses)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Caméra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Capteur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1/2.3″ Sony CMOS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Focale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f/2.5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Taille d’image max.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4 000 x 3 000 p</w:t>
            </w:r>
            <w:bookmarkStart w:id="0" w:name="_GoBack"/>
            <w:bookmarkEnd w:id="0"/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Résolutions vidéo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4K UHD : 25/30/50/60 </w:t>
            </w:r>
            <w:proofErr w:type="spellStart"/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ips</w:t>
            </w:r>
            <w:proofErr w:type="spellEnd"/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/ 1 080p FHD : 25/30/50/60/100/120 </w:t>
            </w:r>
            <w:proofErr w:type="spellStart"/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ips</w:t>
            </w:r>
            <w:proofErr w:type="spellEnd"/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/ 720 p HD : 25/30/50/60/100/120/200/240 </w:t>
            </w:r>
            <w:proofErr w:type="spellStart"/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ips</w:t>
            </w:r>
            <w:proofErr w:type="spellEnd"/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Résolution photo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4:3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Variation ISO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100-6400 ISO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Carte mémoire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Mémoire interne de 64 Go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Vitesse max. obturateur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1/5000s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Balance des blancs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2 500 à 10 000 k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FOV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166°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LED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Luminosité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5 000 Lumen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Température de couleur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5 500 K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Étanche 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Oui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Drone sous-marin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Dimensions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383 x 331 x 143 mm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Poids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3,9 kg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Profondeur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100 m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Hélices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Nylon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Température de fonctionnement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– 10 à 60°C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Vitesse max. de croisière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3 </w:t>
            </w:r>
            <w:proofErr w:type="spellStart"/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noeuds</w:t>
            </w:r>
            <w:proofErr w:type="spellEnd"/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(1,5 m/s)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Manoeuvrabilité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Déplacement : gauche à droite, haut et bas, avant et arrière, rotation 360° tangage, lacet à 360°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Fonctionnalités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Vision Lock, filtre anti-plancton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Interface d’extensions multifonctionnelle (Interface Q)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Intégrée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Autonomie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Environ 4 h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Capacité de la batterie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97 Wh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Bras robotique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Capacité de maintien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jusqu’à 100 m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lastRenderedPageBreak/>
              <w:t>Puissance consommée max.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2A (12 V)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Signal d’entrée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DC 9 à 12 V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Force de serrage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100 N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Griffe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 bras robotique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Communication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UART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Système de flottaison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Neutre</w:t>
            </w:r>
          </w:p>
        </w:tc>
      </w:tr>
      <w:tr w:rsidR="001F1487" w:rsidRPr="001F1487" w:rsidTr="001F14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Connecteurs</w:t>
            </w:r>
          </w:p>
        </w:tc>
        <w:tc>
          <w:tcPr>
            <w:tcW w:w="0" w:type="auto"/>
            <w:vAlign w:val="center"/>
            <w:hideMark/>
          </w:tcPr>
          <w:p w:rsidR="001F1487" w:rsidRPr="001F1487" w:rsidRDefault="001F1487" w:rsidP="001F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14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Port 2.0, port 4.0</w:t>
            </w:r>
          </w:p>
        </w:tc>
      </w:tr>
    </w:tbl>
    <w:p w:rsidR="000C2A61" w:rsidRDefault="000C2A61"/>
    <w:sectPr w:rsidR="000C2A6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487"/>
    <w:rsid w:val="000C2A61"/>
    <w:rsid w:val="001F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383AE4-F203-4EC5-B090-1525FE11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eple">
    <w:name w:val="Subtle Emphasis"/>
    <w:basedOn w:val="Policepardfaut"/>
    <w:uiPriority w:val="19"/>
    <w:qFormat/>
    <w:rPr>
      <w:i/>
      <w:iCs/>
      <w:color w:val="808080" w:themeColor="text1" w:themeTint="7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olor w:val="4F81BD" w:themeColor="accent1"/>
    </w:rPr>
  </w:style>
  <w:style w:type="character" w:styleId="lev">
    <w:name w:val="Strong"/>
    <w:basedOn w:val="Policepardfaut"/>
    <w:uiPriority w:val="22"/>
    <w:qFormat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qFormat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Pr>
      <w:b/>
      <w:bCs/>
      <w:smallCaps/>
      <w:spacing w:val="5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4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6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2</TotalTime>
  <Pages>2</Pages>
  <Words>208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DESCOTES Eric TSEF 3 CLASSE</dc:creator>
  <cp:keywords/>
  <dc:description/>
  <cp:lastModifiedBy>DESCOTES Eric TSEF 3 CLASSE</cp:lastModifiedBy>
  <cp:revision>1</cp:revision>
  <dcterms:created xsi:type="dcterms:W3CDTF">2024-01-05T06:34:00Z</dcterms:created>
  <dcterms:modified xsi:type="dcterms:W3CDTF">2024-01-05T06:36:00Z</dcterms:modified>
</cp:coreProperties>
</file>